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9EBA08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2A1A75" w:rsidRPr="002A1A75">
        <w:rPr>
          <w:rFonts w:eastAsia="Times New Roman" w:cs="Times New Roman"/>
          <w:b/>
          <w:bCs/>
          <w:lang w:eastAsia="cs-CZ"/>
        </w:rPr>
        <w:t>„Pásové mini-rýpadlo“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2A1A7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2A1A7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4F797AD6" w:rsidR="009F392E" w:rsidRPr="002A1A75" w:rsidRDefault="008145D7" w:rsidP="002A1A75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2A1A75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A1A75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1D39"/>
    <w:rsid w:val="008A3568"/>
    <w:rsid w:val="008D03B9"/>
    <w:rsid w:val="008F18D6"/>
    <w:rsid w:val="008F55B8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8A1D39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1</Pages>
  <Words>461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8</cp:revision>
  <cp:lastPrinted>2017-11-28T17:18:00Z</cp:lastPrinted>
  <dcterms:created xsi:type="dcterms:W3CDTF">2023-11-16T10:29:00Z</dcterms:created>
  <dcterms:modified xsi:type="dcterms:W3CDTF">2024-10-11T08:24:00Z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